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14F" w:rsidRDefault="00DA214F" w:rsidP="00D33D19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4.25pt;visibility:visible">
            <v:imagedata r:id="rId5" o:title=""/>
          </v:shape>
        </w:pict>
      </w:r>
      <w:r>
        <w:t xml:space="preserve">                                               </w:t>
      </w:r>
    </w:p>
    <w:p w:rsidR="00DA214F" w:rsidRDefault="00DA214F" w:rsidP="00D33D19">
      <w:pPr>
        <w:jc w:val="center"/>
      </w:pPr>
    </w:p>
    <w:p w:rsidR="00DA214F" w:rsidRDefault="00DA214F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DA214F" w:rsidRPr="005D3735" w:rsidRDefault="00DA214F" w:rsidP="005D3735">
      <w:pPr>
        <w:jc w:val="center"/>
        <w:rPr>
          <w:b/>
          <w:sz w:val="40"/>
          <w:szCs w:val="40"/>
        </w:rPr>
      </w:pPr>
    </w:p>
    <w:p w:rsidR="00DA214F" w:rsidRDefault="00DA214F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DA214F" w:rsidRDefault="00DA214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</w:t>
      </w:r>
    </w:p>
    <w:p w:rsidR="00DA214F" w:rsidRDefault="00DA214F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DA214F" w:rsidRDefault="00DA214F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DA214F" w:rsidRPr="001B13D6" w:rsidRDefault="00DA214F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 Е Ш Е Н И Е</w:t>
      </w:r>
    </w:p>
    <w:p w:rsidR="00DA214F" w:rsidRDefault="00DA214F">
      <w:pPr>
        <w:jc w:val="center"/>
        <w:rPr>
          <w:b/>
          <w:sz w:val="44"/>
          <w:szCs w:val="44"/>
        </w:rPr>
      </w:pPr>
    </w:p>
    <w:p w:rsidR="00DA214F" w:rsidRDefault="00DA214F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>11</w:t>
      </w:r>
      <w:r w:rsidRPr="00AB6498">
        <w:rPr>
          <w:sz w:val="28"/>
          <w:szCs w:val="28"/>
        </w:rPr>
        <w:t xml:space="preserve"> » _</w:t>
      </w:r>
      <w:r>
        <w:rPr>
          <w:sz w:val="28"/>
          <w:szCs w:val="28"/>
          <w:u w:val="single"/>
        </w:rPr>
        <w:t>июня</w:t>
      </w:r>
      <w:r w:rsidRPr="00AB6498">
        <w:rPr>
          <w:sz w:val="28"/>
          <w:szCs w:val="28"/>
        </w:rPr>
        <w:t>_ 2015 года  №_</w:t>
      </w:r>
      <w:r>
        <w:rPr>
          <w:sz w:val="28"/>
          <w:szCs w:val="28"/>
          <w:u w:val="single"/>
        </w:rPr>
        <w:t>5-126</w:t>
      </w:r>
      <w:r w:rsidRPr="00AB6498">
        <w:rPr>
          <w:sz w:val="28"/>
          <w:szCs w:val="28"/>
        </w:rPr>
        <w:t xml:space="preserve">_   </w:t>
      </w:r>
    </w:p>
    <w:p w:rsidR="00DA214F" w:rsidRDefault="00DA214F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DA214F" w:rsidRDefault="00DA214F" w:rsidP="00AB6498">
      <w:pPr>
        <w:rPr>
          <w:sz w:val="28"/>
          <w:szCs w:val="28"/>
        </w:rPr>
      </w:pPr>
    </w:p>
    <w:p w:rsidR="00DA214F" w:rsidRDefault="00DA214F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 района за 2014 год»</w:t>
      </w:r>
    </w:p>
    <w:p w:rsidR="00DA214F" w:rsidRDefault="00DA214F" w:rsidP="00AB6498">
      <w:pPr>
        <w:rPr>
          <w:sz w:val="28"/>
          <w:szCs w:val="28"/>
        </w:rPr>
      </w:pPr>
    </w:p>
    <w:p w:rsidR="00DA214F" w:rsidRDefault="00DA214F" w:rsidP="00AB6498">
      <w:pPr>
        <w:rPr>
          <w:sz w:val="28"/>
          <w:szCs w:val="28"/>
        </w:rPr>
      </w:pPr>
    </w:p>
    <w:p w:rsidR="00DA214F" w:rsidRDefault="00DA214F" w:rsidP="00D437FA">
      <w:pPr>
        <w:rPr>
          <w:sz w:val="28"/>
          <w:szCs w:val="28"/>
        </w:rPr>
      </w:pPr>
    </w:p>
    <w:p w:rsidR="00DA214F" w:rsidRDefault="00DA214F" w:rsidP="00D437FA">
      <w:pPr>
        <w:jc w:val="both"/>
        <w:rPr>
          <w:sz w:val="28"/>
          <w:szCs w:val="28"/>
        </w:rPr>
      </w:pPr>
    </w:p>
    <w:p w:rsidR="00DA214F" w:rsidRPr="00D437FA" w:rsidRDefault="00DA214F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252 413 071,56 рубля, по расходам  в сумме 266 581 789,37 рубля с превышением расходов над доходами (дефицит бюджета муниципального района) в сумме 14 168 717,81 рубля и со следующими показателями:</w:t>
      </w: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2014 год по кодам классификации доходов бюджетов согласно приложению 1 к настоящему решению;</w:t>
      </w: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 муниципального района за 2014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2014 год по ведомственной структуре расходов бюджета муниципального района  согласно приложению 3 к настоящему решению;</w:t>
      </w: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по целевым статьям (муниципальным программам и непрограммным направлениям деятельности), группам видов расходов за 2014 год </w:t>
      </w:r>
      <w:bookmarkStart w:id="0" w:name="_GoBack"/>
      <w:bookmarkEnd w:id="0"/>
      <w:r>
        <w:rPr>
          <w:sz w:val="28"/>
          <w:szCs w:val="28"/>
        </w:rPr>
        <w:t>согласно приложению 4 к настоящему решению;</w:t>
      </w: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2014 год по кодам классификации источников финансирования дефицитов бюджетов согласно приложению 5 к настоящему решению;</w:t>
      </w: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 источников финансирования дефицита бюджета муниципального района за 2014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DA214F" w:rsidRDefault="00DA214F" w:rsidP="006224F1">
      <w:pPr>
        <w:pStyle w:val="ListParagraph"/>
        <w:ind w:left="0"/>
        <w:jc w:val="both"/>
        <w:rPr>
          <w:sz w:val="28"/>
          <w:szCs w:val="28"/>
        </w:rPr>
      </w:pPr>
    </w:p>
    <w:p w:rsidR="00DA214F" w:rsidRPr="009F2290" w:rsidRDefault="00DA214F" w:rsidP="006224F1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DA214F" w:rsidRDefault="00DA214F" w:rsidP="006224F1">
      <w:pPr>
        <w:pStyle w:val="ListParagraph"/>
        <w:ind w:left="142"/>
        <w:jc w:val="both"/>
        <w:rPr>
          <w:sz w:val="28"/>
          <w:szCs w:val="28"/>
        </w:rPr>
      </w:pPr>
    </w:p>
    <w:p w:rsidR="00DA214F" w:rsidRDefault="00DA214F" w:rsidP="00732AB2">
      <w:pPr>
        <w:pStyle w:val="ListParagraph"/>
        <w:rPr>
          <w:sz w:val="28"/>
          <w:szCs w:val="28"/>
        </w:rPr>
      </w:pPr>
    </w:p>
    <w:p w:rsidR="00DA214F" w:rsidRDefault="00DA214F" w:rsidP="00732AB2">
      <w:pPr>
        <w:pStyle w:val="ListParagraph"/>
        <w:rPr>
          <w:sz w:val="28"/>
          <w:szCs w:val="28"/>
        </w:rPr>
      </w:pPr>
    </w:p>
    <w:p w:rsidR="00DA214F" w:rsidRDefault="00DA214F" w:rsidP="00732AB2">
      <w:pPr>
        <w:pStyle w:val="ListParagraph"/>
        <w:rPr>
          <w:sz w:val="28"/>
          <w:szCs w:val="28"/>
        </w:rPr>
      </w:pPr>
    </w:p>
    <w:p w:rsidR="00DA214F" w:rsidRPr="00732AB2" w:rsidRDefault="00DA214F" w:rsidP="00732AB2">
      <w:pPr>
        <w:pStyle w:val="ListParagraph"/>
        <w:rPr>
          <w:sz w:val="28"/>
          <w:szCs w:val="28"/>
        </w:rPr>
      </w:pPr>
    </w:p>
    <w:p w:rsidR="00DA214F" w:rsidRDefault="00DA214F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района, председатель </w:t>
      </w:r>
    </w:p>
    <w:p w:rsidR="00DA214F" w:rsidRPr="00732AB2" w:rsidRDefault="00DA214F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                                 Н.В.Воликова</w:t>
      </w:r>
    </w:p>
    <w:p w:rsidR="00DA214F" w:rsidRPr="006B4814" w:rsidRDefault="00DA214F" w:rsidP="00732AB2">
      <w:pPr>
        <w:pStyle w:val="ListParagraph"/>
        <w:ind w:left="1004"/>
        <w:jc w:val="both"/>
        <w:rPr>
          <w:sz w:val="28"/>
          <w:szCs w:val="28"/>
        </w:rPr>
      </w:pPr>
    </w:p>
    <w:p w:rsidR="00DA214F" w:rsidRPr="006B4814" w:rsidRDefault="00DA214F" w:rsidP="00732AB2">
      <w:pPr>
        <w:pStyle w:val="ListParagraph"/>
        <w:ind w:left="1004"/>
        <w:jc w:val="both"/>
        <w:rPr>
          <w:sz w:val="28"/>
          <w:szCs w:val="28"/>
        </w:rPr>
      </w:pPr>
    </w:p>
    <w:p w:rsidR="00DA214F" w:rsidRPr="006B4814" w:rsidRDefault="00DA214F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DA214F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32D8D"/>
    <w:rsid w:val="000411B5"/>
    <w:rsid w:val="000938FA"/>
    <w:rsid w:val="000F297F"/>
    <w:rsid w:val="001B13D6"/>
    <w:rsid w:val="001F2E29"/>
    <w:rsid w:val="00344426"/>
    <w:rsid w:val="00350E9E"/>
    <w:rsid w:val="003962A0"/>
    <w:rsid w:val="004A27BB"/>
    <w:rsid w:val="004D68E6"/>
    <w:rsid w:val="004F4495"/>
    <w:rsid w:val="00524C53"/>
    <w:rsid w:val="005762F5"/>
    <w:rsid w:val="00586B03"/>
    <w:rsid w:val="005B15AB"/>
    <w:rsid w:val="005D3735"/>
    <w:rsid w:val="00600379"/>
    <w:rsid w:val="006224F1"/>
    <w:rsid w:val="006B4814"/>
    <w:rsid w:val="006C7853"/>
    <w:rsid w:val="00706CF1"/>
    <w:rsid w:val="00732AB2"/>
    <w:rsid w:val="00771EF8"/>
    <w:rsid w:val="007F26B8"/>
    <w:rsid w:val="0080540E"/>
    <w:rsid w:val="008060AF"/>
    <w:rsid w:val="00831626"/>
    <w:rsid w:val="00962821"/>
    <w:rsid w:val="009F2290"/>
    <w:rsid w:val="00A67F45"/>
    <w:rsid w:val="00AB6498"/>
    <w:rsid w:val="00AB6C6C"/>
    <w:rsid w:val="00B861BF"/>
    <w:rsid w:val="00BC53FC"/>
    <w:rsid w:val="00BE617C"/>
    <w:rsid w:val="00C174D9"/>
    <w:rsid w:val="00CC5C83"/>
    <w:rsid w:val="00CE41C8"/>
    <w:rsid w:val="00D33D19"/>
    <w:rsid w:val="00D437FA"/>
    <w:rsid w:val="00DA214F"/>
    <w:rsid w:val="00DA2573"/>
    <w:rsid w:val="00E54F8F"/>
    <w:rsid w:val="00E615BE"/>
    <w:rsid w:val="00EF4C3F"/>
    <w:rsid w:val="00F9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2</Pages>
  <Words>304</Words>
  <Characters>1737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2015-06-18T06:39:00Z</cp:lastPrinted>
  <dcterms:created xsi:type="dcterms:W3CDTF">2015-03-30T13:49:00Z</dcterms:created>
  <dcterms:modified xsi:type="dcterms:W3CDTF">2015-06-18T06:42:00Z</dcterms:modified>
</cp:coreProperties>
</file>